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57" w:rsidRDefault="00A16E57" w:rsidP="0098118B">
      <w:pPr>
        <w:jc w:val="both"/>
        <w:rPr>
          <w:b/>
          <w:sz w:val="24"/>
          <w:lang w:val="uk-UA"/>
        </w:rPr>
      </w:pPr>
    </w:p>
    <w:p w:rsidR="00A16E57" w:rsidRDefault="00A16E57" w:rsidP="0098118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Додаток </w:t>
      </w:r>
      <w:r w:rsidRPr="0021155C">
        <w:rPr>
          <w:szCs w:val="28"/>
          <w:lang w:val="uk-UA"/>
        </w:rPr>
        <w:t xml:space="preserve"> </w:t>
      </w:r>
    </w:p>
    <w:p w:rsidR="00A16E57" w:rsidRPr="0021155C" w:rsidRDefault="00A16E57" w:rsidP="0098118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</w:t>
      </w:r>
      <w:r w:rsidRPr="0021155C">
        <w:rPr>
          <w:szCs w:val="28"/>
          <w:lang w:val="uk-UA"/>
        </w:rPr>
        <w:t xml:space="preserve">до  </w:t>
      </w:r>
      <w:r>
        <w:rPr>
          <w:szCs w:val="28"/>
          <w:lang w:val="uk-UA"/>
        </w:rPr>
        <w:t>рішення міської ради</w:t>
      </w:r>
    </w:p>
    <w:p w:rsidR="00A16E57" w:rsidRPr="0021155C" w:rsidRDefault="00A16E57" w:rsidP="0098118B">
      <w:pPr>
        <w:tabs>
          <w:tab w:val="left" w:pos="4395"/>
        </w:tabs>
        <w:ind w:firstLine="709"/>
        <w:jc w:val="both"/>
        <w:rPr>
          <w:szCs w:val="28"/>
          <w:lang w:val="uk-UA"/>
        </w:rPr>
      </w:pPr>
      <w:r w:rsidRPr="0021155C">
        <w:rPr>
          <w:szCs w:val="28"/>
          <w:lang w:val="uk-UA"/>
        </w:rPr>
        <w:t xml:space="preserve">                                    </w:t>
      </w:r>
      <w:r>
        <w:rPr>
          <w:szCs w:val="28"/>
          <w:lang w:val="uk-UA"/>
        </w:rPr>
        <w:t xml:space="preserve">                                  </w:t>
      </w:r>
      <w:r w:rsidRPr="0021155C">
        <w:rPr>
          <w:szCs w:val="28"/>
          <w:lang w:val="uk-UA"/>
        </w:rPr>
        <w:t>_____________ №_______</w:t>
      </w:r>
    </w:p>
    <w:p w:rsidR="00A16E57" w:rsidRDefault="00A16E57" w:rsidP="0098118B">
      <w:pPr>
        <w:ind w:firstLine="709"/>
        <w:jc w:val="both"/>
        <w:rPr>
          <w:szCs w:val="28"/>
          <w:lang w:val="uk-UA"/>
        </w:rPr>
      </w:pPr>
    </w:p>
    <w:p w:rsidR="00A16E57" w:rsidRDefault="00A16E57" w:rsidP="0098118B">
      <w:pPr>
        <w:ind w:firstLine="709"/>
        <w:jc w:val="both"/>
        <w:rPr>
          <w:szCs w:val="28"/>
          <w:lang w:val="uk-UA"/>
        </w:rPr>
      </w:pPr>
    </w:p>
    <w:p w:rsidR="00A16E57" w:rsidRPr="0021155C" w:rsidRDefault="00A16E57" w:rsidP="0098118B">
      <w:pPr>
        <w:ind w:firstLine="709"/>
        <w:jc w:val="both"/>
        <w:rPr>
          <w:szCs w:val="28"/>
          <w:lang w:val="uk-UA"/>
        </w:rPr>
      </w:pPr>
    </w:p>
    <w:p w:rsidR="00A16E57" w:rsidRDefault="00A16E57" w:rsidP="0098118B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І. Загальні положення</w:t>
      </w:r>
    </w:p>
    <w:p w:rsidR="00A16E57" w:rsidRDefault="00A16E57" w:rsidP="0098118B">
      <w:pPr>
        <w:jc w:val="center"/>
        <w:rPr>
          <w:szCs w:val="28"/>
          <w:lang w:val="uk-UA"/>
        </w:rPr>
      </w:pPr>
    </w:p>
    <w:p w:rsidR="00A16E57" w:rsidRDefault="00A16E57" w:rsidP="00B02783">
      <w:pPr>
        <w:tabs>
          <w:tab w:val="left" w:pos="709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1.1. Повна назва комунального закладу «Луцький навчально-виховний комплекс «Гімназія №14 імені Василя Сухомлинського» Луцької міської ради Волинської області» (скорочена назва – НВК «Гімназія № 14»).</w:t>
      </w:r>
    </w:p>
    <w:p w:rsidR="00A16E57" w:rsidRPr="0021155C" w:rsidRDefault="00A16E57" w:rsidP="00B02783">
      <w:pPr>
        <w:jc w:val="both"/>
        <w:rPr>
          <w:szCs w:val="28"/>
          <w:lang w:val="uk-UA"/>
        </w:rPr>
      </w:pPr>
    </w:p>
    <w:p w:rsidR="00A16E57" w:rsidRDefault="00A16E57" w:rsidP="0098118B">
      <w:pPr>
        <w:jc w:val="both"/>
        <w:rPr>
          <w:szCs w:val="28"/>
          <w:lang w:val="uk-UA"/>
        </w:rPr>
      </w:pPr>
    </w:p>
    <w:p w:rsidR="00A16E57" w:rsidRDefault="00A16E57" w:rsidP="0098118B">
      <w:pPr>
        <w:jc w:val="both"/>
        <w:rPr>
          <w:szCs w:val="28"/>
          <w:lang w:val="uk-UA"/>
        </w:rPr>
      </w:pPr>
    </w:p>
    <w:p w:rsidR="00A16E57" w:rsidRDefault="00A16E57" w:rsidP="0098118B">
      <w:pPr>
        <w:tabs>
          <w:tab w:val="left" w:pos="4395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Секретар міської ради                                                               Сергій Григоренко</w:t>
      </w:r>
    </w:p>
    <w:p w:rsidR="00A16E57" w:rsidRPr="00FD16B5" w:rsidRDefault="00A16E57" w:rsidP="00B6418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</w:t>
      </w: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Default="00A16E57" w:rsidP="00B6418C">
      <w:pPr>
        <w:jc w:val="both"/>
        <w:rPr>
          <w:szCs w:val="28"/>
          <w:lang w:val="uk-UA"/>
        </w:rPr>
      </w:pPr>
    </w:p>
    <w:p w:rsidR="00A16E57" w:rsidRPr="00B6418C" w:rsidRDefault="00A16E57" w:rsidP="00B6418C">
      <w:pPr>
        <w:jc w:val="both"/>
        <w:rPr>
          <w:sz w:val="24"/>
          <w:lang w:val="uk-UA"/>
        </w:rPr>
      </w:pPr>
      <w:r w:rsidRPr="00B6418C">
        <w:rPr>
          <w:sz w:val="24"/>
          <w:lang w:val="uk-UA"/>
        </w:rPr>
        <w:t xml:space="preserve"> </w:t>
      </w:r>
    </w:p>
    <w:sectPr w:rsidR="00A16E57" w:rsidRPr="00B6418C" w:rsidSect="00724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8B"/>
    <w:rsid w:val="00130B5F"/>
    <w:rsid w:val="001B1F47"/>
    <w:rsid w:val="0021155C"/>
    <w:rsid w:val="00230579"/>
    <w:rsid w:val="0023210D"/>
    <w:rsid w:val="002336E8"/>
    <w:rsid w:val="002422E9"/>
    <w:rsid w:val="00526B7E"/>
    <w:rsid w:val="0072451E"/>
    <w:rsid w:val="00756DE3"/>
    <w:rsid w:val="00787422"/>
    <w:rsid w:val="008F2286"/>
    <w:rsid w:val="0098118B"/>
    <w:rsid w:val="0098674F"/>
    <w:rsid w:val="009D15D6"/>
    <w:rsid w:val="00A112EA"/>
    <w:rsid w:val="00A16E57"/>
    <w:rsid w:val="00A4183B"/>
    <w:rsid w:val="00B02783"/>
    <w:rsid w:val="00B629E7"/>
    <w:rsid w:val="00B6418C"/>
    <w:rsid w:val="00BB2BB5"/>
    <w:rsid w:val="00D10F0D"/>
    <w:rsid w:val="00D56F9C"/>
    <w:rsid w:val="00E109F3"/>
    <w:rsid w:val="00F44857"/>
    <w:rsid w:val="00FD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18B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99</Words>
  <Characters>570</Characters>
  <Application>Microsoft Office Outlook</Application>
  <DocSecurity>0</DocSecurity>
  <Lines>0</Lines>
  <Paragraphs>0</Paragraphs>
  <ScaleCrop>false</ScaleCrop>
  <Company>УОЛМР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Войтина</dc:creator>
  <cp:keywords/>
  <dc:description/>
  <cp:lastModifiedBy>sheremeta</cp:lastModifiedBy>
  <cp:revision>10</cp:revision>
  <cp:lastPrinted>2014-06-10T09:10:00Z</cp:lastPrinted>
  <dcterms:created xsi:type="dcterms:W3CDTF">2014-06-10T08:25:00Z</dcterms:created>
  <dcterms:modified xsi:type="dcterms:W3CDTF">2014-07-01T09:19:00Z</dcterms:modified>
</cp:coreProperties>
</file>